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9D9" w:rsidRDefault="005909D9" w:rsidP="005909D9">
      <w:pPr>
        <w:rPr>
          <w:sz w:val="32"/>
          <w:szCs w:val="32"/>
        </w:rPr>
      </w:pPr>
      <w:r w:rsidRPr="008273DD">
        <w:rPr>
          <w:sz w:val="32"/>
          <w:szCs w:val="32"/>
        </w:rPr>
        <w:t>Name: ______________________________</w:t>
      </w:r>
      <w:r w:rsidRPr="008273DD">
        <w:rPr>
          <w:sz w:val="32"/>
          <w:szCs w:val="32"/>
        </w:rPr>
        <w:tab/>
      </w:r>
      <w:r w:rsidRPr="008273DD">
        <w:rPr>
          <w:sz w:val="32"/>
          <w:szCs w:val="32"/>
        </w:rPr>
        <w:tab/>
        <w:t>Klasse: _________</w:t>
      </w:r>
    </w:p>
    <w:p w:rsidR="005909D9" w:rsidRPr="008273DD" w:rsidRDefault="005909D9" w:rsidP="005909D9">
      <w:pPr>
        <w:rPr>
          <w:sz w:val="32"/>
          <w:szCs w:val="32"/>
        </w:rPr>
      </w:pPr>
    </w:p>
    <w:p w:rsidR="00D05412" w:rsidRPr="005C626C" w:rsidRDefault="00D05412" w:rsidP="00D05412">
      <w:pPr>
        <w:pStyle w:val="berschrift4"/>
        <w:rPr>
          <w:sz w:val="32"/>
          <w:szCs w:val="32"/>
        </w:rPr>
      </w:pPr>
      <w:r w:rsidRPr="005C626C">
        <w:rPr>
          <w:sz w:val="32"/>
          <w:szCs w:val="32"/>
        </w:rPr>
        <w:t xml:space="preserve">Aufgabe </w:t>
      </w:r>
      <w:r w:rsidR="00632521">
        <w:rPr>
          <w:sz w:val="32"/>
          <w:szCs w:val="32"/>
        </w:rPr>
        <w:t>8</w:t>
      </w:r>
      <w:r w:rsidR="00EC472E">
        <w:rPr>
          <w:sz w:val="32"/>
          <w:szCs w:val="32"/>
        </w:rPr>
        <w:t>c</w:t>
      </w:r>
    </w:p>
    <w:p w:rsidR="005C626C" w:rsidRPr="00F70327" w:rsidRDefault="00632521" w:rsidP="00F70327">
      <w:pPr>
        <w:pStyle w:val="Liste"/>
        <w:rPr>
          <w:sz w:val="32"/>
          <w:szCs w:val="32"/>
        </w:rPr>
      </w:pPr>
      <w:r w:rsidRPr="00632521">
        <w:rPr>
          <w:sz w:val="32"/>
          <w:szCs w:val="32"/>
        </w:rPr>
        <w:t>Die abgebildete Figur ist achsensymmetrisch.</w:t>
      </w:r>
    </w:p>
    <w:p w:rsidR="005C626C" w:rsidRDefault="005C626C" w:rsidP="005C626C">
      <w:pPr>
        <w:rPr>
          <w:rFonts w:eastAsia="Calibri"/>
        </w:rPr>
      </w:pPr>
    </w:p>
    <w:p w:rsidR="003B450E" w:rsidRPr="00D05412" w:rsidRDefault="00615359" w:rsidP="005C626C">
      <w:bookmarkStart w:id="0" w:name="_GoBack"/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436636</wp:posOffset>
                </wp:positionH>
                <wp:positionV relativeFrom="paragraph">
                  <wp:posOffset>548591</wp:posOffset>
                </wp:positionV>
                <wp:extent cx="4267200" cy="4611370"/>
                <wp:effectExtent l="0" t="0" r="0" b="0"/>
                <wp:wrapNone/>
                <wp:docPr id="196" name="Gruppieren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4611370"/>
                          <a:chOff x="0" y="0"/>
                          <a:chExt cx="4267200" cy="4611370"/>
                        </a:xfrm>
                      </wpg:grpSpPr>
                      <wpg:grpSp>
                        <wpg:cNvPr id="194" name="Gruppieren 194"/>
                        <wpg:cNvGrpSpPr/>
                        <wpg:grpSpPr>
                          <a:xfrm>
                            <a:off x="0" y="0"/>
                            <a:ext cx="4267200" cy="4611370"/>
                            <a:chOff x="0" y="0"/>
                            <a:chExt cx="4267200" cy="4611370"/>
                          </a:xfrm>
                        </wpg:grpSpPr>
                        <pic:pic xmlns:pic="http://schemas.openxmlformats.org/drawingml/2006/picture">
                          <pic:nvPicPr>
                            <pic:cNvPr id="214" name="Grafik 2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67200" cy="461137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192" name="Gruppieren 192"/>
                          <wpg:cNvGrpSpPr/>
                          <wpg:grpSpPr>
                            <a:xfrm>
                              <a:off x="762000" y="609600"/>
                              <a:ext cx="2694696" cy="3587261"/>
                              <a:chOff x="0" y="0"/>
                              <a:chExt cx="2694696" cy="3587261"/>
                            </a:xfrm>
                          </wpg:grpSpPr>
                          <wps:wsp>
                            <wps:cNvPr id="12" name="Herz 12"/>
                            <wps:cNvSpPr/>
                            <wps:spPr>
                              <a:xfrm>
                                <a:off x="2373923" y="480646"/>
                                <a:ext cx="291465" cy="31115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" name="Herz 13"/>
                            <wps:cNvSpPr/>
                            <wps:spPr>
                              <a:xfrm>
                                <a:off x="0" y="474784"/>
                                <a:ext cx="291465" cy="31115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" name="Herz 14"/>
                            <wps:cNvSpPr/>
                            <wps:spPr>
                              <a:xfrm rot="10800000">
                                <a:off x="2403231" y="2737338"/>
                                <a:ext cx="291465" cy="31115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" name="Herz 15"/>
                            <wps:cNvSpPr/>
                            <wps:spPr>
                              <a:xfrm rot="10800000">
                                <a:off x="23446" y="2731477"/>
                                <a:ext cx="291465" cy="31115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" name="Gruppieren 18"/>
                            <wpg:cNvGrpSpPr/>
                            <wpg:grpSpPr>
                              <a:xfrm rot="10800000">
                                <a:off x="2104293" y="3130061"/>
                                <a:ext cx="420370" cy="457200"/>
                                <a:chOff x="146542" y="-87925"/>
                                <a:chExt cx="420370" cy="457200"/>
                              </a:xfrm>
                            </wpg:grpSpPr>
                            <wps:wsp>
                              <wps:cNvPr id="16" name="Rechteck 16"/>
                              <wps:cNvSpPr/>
                              <wps:spPr>
                                <a:xfrm>
                                  <a:off x="222738" y="0"/>
                                  <a:ext cx="274955" cy="3105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6542" y="-87925"/>
                                  <a:ext cx="42037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81455" w:rsidRPr="00781455" w:rsidRDefault="00781455">
                                    <w:pPr>
                                      <w:rPr>
                                        <w:b/>
                                        <w:sz w:val="48"/>
                                        <w:szCs w:val="48"/>
                                      </w:rPr>
                                    </w:pPr>
                                    <w:r w:rsidRPr="00781455">
                                      <w:rPr>
                                        <w:b/>
                                        <w:sz w:val="48"/>
                                        <w:szCs w:val="48"/>
                                      </w:rPr>
                                      <w:t>J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g:grpSp>
                            <wpg:cNvPr id="22" name="Gruppieren 22"/>
                            <wpg:cNvGrpSpPr/>
                            <wpg:grpSpPr>
                              <a:xfrm rot="10800000">
                                <a:off x="134816" y="3124200"/>
                                <a:ext cx="420370" cy="457200"/>
                                <a:chOff x="146542" y="-87925"/>
                                <a:chExt cx="420370" cy="457200"/>
                              </a:xfrm>
                            </wpg:grpSpPr>
                            <wps:wsp>
                              <wps:cNvPr id="23" name="Rechteck 23"/>
                              <wps:cNvSpPr/>
                              <wps:spPr>
                                <a:xfrm>
                                  <a:off x="222738" y="0"/>
                                  <a:ext cx="274955" cy="3105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6542" y="-87925"/>
                                  <a:ext cx="42037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81455" w:rsidRPr="00781455" w:rsidRDefault="00781455" w:rsidP="00781455">
                                    <w:pPr>
                                      <w:rPr>
                                        <w:b/>
                                        <w:sz w:val="48"/>
                                        <w:szCs w:val="48"/>
                                      </w:rPr>
                                    </w:pPr>
                                    <w:r w:rsidRPr="00781455">
                                      <w:rPr>
                                        <w:b/>
                                        <w:sz w:val="48"/>
                                        <w:szCs w:val="48"/>
                                      </w:rPr>
                                      <w:t>J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g:grpSp>
                            <wpg:cNvPr id="25" name="Gruppieren 25"/>
                            <wpg:cNvGrpSpPr/>
                            <wpg:grpSpPr>
                              <a:xfrm>
                                <a:off x="2174631" y="0"/>
                                <a:ext cx="420370" cy="457200"/>
                                <a:chOff x="164128" y="-87925"/>
                                <a:chExt cx="420370" cy="457200"/>
                              </a:xfrm>
                            </wpg:grpSpPr>
                            <wps:wsp>
                              <wps:cNvPr id="26" name="Rechteck 26"/>
                              <wps:cNvSpPr/>
                              <wps:spPr>
                                <a:xfrm>
                                  <a:off x="222738" y="0"/>
                                  <a:ext cx="274955" cy="3105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4128" y="-87925"/>
                                  <a:ext cx="42037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81455" w:rsidRPr="00781455" w:rsidRDefault="00781455" w:rsidP="00781455">
                                    <w:pPr>
                                      <w:rPr>
                                        <w:b/>
                                        <w:sz w:val="48"/>
                                        <w:szCs w:val="48"/>
                                      </w:rPr>
                                    </w:pPr>
                                    <w:r w:rsidRPr="00781455">
                                      <w:rPr>
                                        <w:b/>
                                        <w:sz w:val="48"/>
                                        <w:szCs w:val="48"/>
                                      </w:rPr>
                                      <w:t>J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g:grpSp>
                            <wpg:cNvPr id="28" name="Gruppieren 28"/>
                            <wpg:cNvGrpSpPr/>
                            <wpg:grpSpPr>
                              <a:xfrm>
                                <a:off x="117231" y="23446"/>
                                <a:ext cx="419735" cy="456565"/>
                                <a:chOff x="144901" y="-70365"/>
                                <a:chExt cx="420370" cy="457200"/>
                              </a:xfrm>
                            </wpg:grpSpPr>
                            <wps:wsp>
                              <wps:cNvPr id="29" name="Rechteck 29"/>
                              <wps:cNvSpPr/>
                              <wps:spPr>
                                <a:xfrm>
                                  <a:off x="222738" y="0"/>
                                  <a:ext cx="274955" cy="3105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901" y="-70365"/>
                                  <a:ext cx="42037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81455" w:rsidRPr="00781455" w:rsidRDefault="00781455" w:rsidP="00781455">
                                    <w:pPr>
                                      <w:rPr>
                                        <w:b/>
                                        <w:sz w:val="48"/>
                                        <w:szCs w:val="48"/>
                                      </w:rPr>
                                    </w:pPr>
                                    <w:r w:rsidRPr="00781455">
                                      <w:rPr>
                                        <w:b/>
                                        <w:sz w:val="48"/>
                                        <w:szCs w:val="48"/>
                                      </w:rPr>
                                      <w:t>J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195" name="Gerader Verbinder 195"/>
                        <wps:cNvCnPr/>
                        <wps:spPr>
                          <a:xfrm>
                            <a:off x="134815" y="2373923"/>
                            <a:ext cx="39497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96" o:spid="_x0000_s1026" style="position:absolute;margin-left:34.4pt;margin-top:43.2pt;width:336pt;height:363.1pt;z-index:251682816" coordsize="42672,461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">
                <v:group id="Gruppieren 194" o:spid="_x0000_s1027" style="position:absolute;width:42672;height:46113" coordsize="42672,46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214" o:spid="_x0000_s1028" type="#_x0000_t75" style="position:absolute;width:42672;height:46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">
                    <v:imagedata r:id="rId6" o:title=""/>
                    <v:path arrowok="t"/>
                  </v:shape>
                  <v:group id="Gruppieren 192" o:spid="_x0000_s1029" style="position:absolute;left:7620;top:6096;width:26946;height:35872" coordsize="26946,35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  <v:shape id="Herz 12" o:spid="_x0000_s1030" style="position:absolute;left:23739;top:4806;width:2914;height:3111;visibility:visible;mso-wrap-style:square;v-text-anchor:middle" coordsize="291465,3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" path="m145733,77788v60721,-181505,297537,,,233362c-151805,77788,85011,-103717,145733,77788xe" fillcolor="red" strokecolor="red" strokeweight="2pt">
                      <v:path arrowok="t" o:connecttype="custom" o:connectlocs="145733,77788;145733,311150;145733,77788" o:connectangles="0,0,0"/>
                    </v:shape>
                    <v:shape id="Herz 13" o:spid="_x0000_s1031" style="position:absolute;top:4747;width:2914;height:3112;visibility:visible;mso-wrap-style:square;v-text-anchor:middle" coordsize="291465,3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" path="m145733,77788v60721,-181505,297537,,,233362c-151805,77788,85011,-103717,145733,77788xe" fillcolor="red" strokecolor="red" strokeweight="2pt">
                      <v:path arrowok="t" o:connecttype="custom" o:connectlocs="145733,77788;145733,311150;145733,77788" o:connectangles="0,0,0"/>
                    </v:shape>
                    <v:shape id="Herz 14" o:spid="_x0000_s1032" style="position:absolute;left:24032;top:27373;width:2914;height:3111;rotation:180;visibility:visible;mso-wrap-style:square;v-text-anchor:middle" coordsize="291465,3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" path="m145733,77788v60721,-181505,297537,,,233362c-151805,77788,85011,-103717,145733,77788xe" fillcolor="red" strokecolor="red" strokeweight="2pt">
                      <v:path arrowok="t" o:connecttype="custom" o:connectlocs="145733,77788;145733,311150;145733,77788" o:connectangles="0,0,0"/>
                    </v:shape>
                    <v:shape id="Herz 15" o:spid="_x0000_s1033" style="position:absolute;left:234;top:27314;width:2915;height:3112;rotation:180;visibility:visible;mso-wrap-style:square;v-text-anchor:middle" coordsize="291465,3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" path="m145733,77788v60721,-181505,297537,,,233362c-151805,77788,85011,-103717,145733,77788xe" fillcolor="red" strokecolor="red" strokeweight="2pt">
                      <v:path arrowok="t" o:connecttype="custom" o:connectlocs="145733,77788;145733,311150;145733,77788" o:connectangles="0,0,0"/>
                    </v:shape>
                    <v:group id="Gruppieren 18" o:spid="_x0000_s1034" style="position:absolute;left:21042;top:31300;width:4204;height:4572;rotation:180" coordorigin="1465,-879" coordsize="4203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">
                      <v:rect id="Rechteck 16" o:spid="_x0000_s1035" style="position:absolute;left:2227;width:274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" fillcolor="white [3212]" stroked="f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36" type="#_x0000_t202" style="position:absolute;left:1465;top:-879;width:4204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  <v:textbox>
                          <w:txbxContent>
                            <w:p w:rsidR="00781455" w:rsidRPr="00781455" w:rsidRDefault="00781455">
                              <w:pPr>
                                <w:rPr>
                                  <w:b/>
                                  <w:sz w:val="48"/>
                                  <w:szCs w:val="48"/>
                                </w:rPr>
                              </w:pPr>
                              <w:r w:rsidRPr="00781455">
                                <w:rPr>
                                  <w:b/>
                                  <w:sz w:val="48"/>
                                  <w:szCs w:val="48"/>
                                </w:rPr>
                                <w:t>J</w:t>
                              </w:r>
                            </w:p>
                          </w:txbxContent>
                        </v:textbox>
                      </v:shape>
                    </v:group>
                    <v:group id="Gruppieren 22" o:spid="_x0000_s1037" style="position:absolute;left:1348;top:31242;width:4203;height:4572;rotation:180" coordorigin="1465,-879" coordsize="4203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">
                      <v:rect id="Rechteck 23" o:spid="_x0000_s1038" style="position:absolute;left:2227;width:274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" fillcolor="white [3212]" stroked="f" strokeweight="2pt"/>
                      <v:shape id="_x0000_s1039" type="#_x0000_t202" style="position:absolute;left:1465;top:-879;width:4204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781455" w:rsidRPr="00781455" w:rsidRDefault="00781455" w:rsidP="00781455">
                              <w:pPr>
                                <w:rPr>
                                  <w:b/>
                                  <w:sz w:val="48"/>
                                  <w:szCs w:val="48"/>
                                </w:rPr>
                              </w:pPr>
                              <w:r w:rsidRPr="00781455">
                                <w:rPr>
                                  <w:b/>
                                  <w:sz w:val="48"/>
                                  <w:szCs w:val="48"/>
                                </w:rPr>
                                <w:t>J</w:t>
                              </w:r>
                            </w:p>
                          </w:txbxContent>
                        </v:textbox>
                      </v:shape>
                    </v:group>
                    <v:group id="Gruppieren 25" o:spid="_x0000_s1040" style="position:absolute;left:21746;width:4204;height:4572" coordorigin="1641,-879" coordsize="4203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<v:rect id="Rechteck 26" o:spid="_x0000_s1041" style="position:absolute;left:2227;width:274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" fillcolor="white [3212]" stroked="f" strokeweight="2pt"/>
                      <v:shape id="_x0000_s1042" type="#_x0000_t202" style="position:absolute;left:1641;top:-879;width:4203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781455" w:rsidRPr="00781455" w:rsidRDefault="00781455" w:rsidP="00781455">
                              <w:pPr>
                                <w:rPr>
                                  <w:b/>
                                  <w:sz w:val="48"/>
                                  <w:szCs w:val="48"/>
                                </w:rPr>
                              </w:pPr>
                              <w:r w:rsidRPr="00781455">
                                <w:rPr>
                                  <w:b/>
                                  <w:sz w:val="48"/>
                                  <w:szCs w:val="48"/>
                                </w:rPr>
                                <w:t>J</w:t>
                              </w:r>
                            </w:p>
                          </w:txbxContent>
                        </v:textbox>
                      </v:shape>
                    </v:group>
                    <v:group id="Gruppieren 28" o:spid="_x0000_s1043" style="position:absolute;left:1172;top:234;width:4197;height:4566" coordorigin="1449,-703" coordsize="4203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<v:rect id="Rechteck 29" o:spid="_x0000_s1044" style="position:absolute;left:2227;width:274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" fillcolor="white [3212]" stroked="f" strokeweight="2pt"/>
                      <v:shape id="_x0000_s1045" type="#_x0000_t202" style="position:absolute;left:1449;top:-703;width:4203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781455" w:rsidRPr="00781455" w:rsidRDefault="00781455" w:rsidP="00781455">
                              <w:pPr>
                                <w:rPr>
                                  <w:b/>
                                  <w:sz w:val="48"/>
                                  <w:szCs w:val="48"/>
                                </w:rPr>
                              </w:pPr>
                              <w:r w:rsidRPr="00781455">
                                <w:rPr>
                                  <w:b/>
                                  <w:sz w:val="48"/>
                                  <w:szCs w:val="48"/>
                                </w:rPr>
                                <w:t>J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line id="Gerader Verbinder 195" o:spid="_x0000_s1046" style="position:absolute;visibility:visible;mso-wrap-style:square" from="1348,23739" to="40845,23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" strokecolor="#00b0f0" strokeweight="4.5pt"/>
              </v:group>
            </w:pict>
          </mc:Fallback>
        </mc:AlternateContent>
      </w:r>
      <w:bookmarkEnd w:id="0"/>
      <w:r w:rsidR="00781455">
        <w:rPr>
          <w:noProof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 wp14:anchorId="45C64ABB" wp14:editId="632DCB70">
                <wp:simplePos x="0" y="0"/>
                <wp:positionH relativeFrom="margin">
                  <wp:posOffset>2857500</wp:posOffset>
                </wp:positionH>
                <wp:positionV relativeFrom="paragraph">
                  <wp:posOffset>6905625</wp:posOffset>
                </wp:positionV>
                <wp:extent cx="2941320" cy="381000"/>
                <wp:effectExtent l="0" t="0" r="0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132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0327" w:rsidRPr="00F70327" w:rsidRDefault="00F70327" w:rsidP="00F7032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F70327">
                              <w:rPr>
                                <w:sz w:val="32"/>
                                <w:szCs w:val="32"/>
                              </w:rPr>
                              <w:t>(Skizze nicht maßstäblich)</w:t>
                            </w:r>
                          </w:p>
                          <w:p w:rsidR="00F70327" w:rsidRDefault="00F70327" w:rsidP="00F7032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64ABB" id="Textfeld 2" o:spid="_x0000_s1047" type="#_x0000_t202" style="position:absolute;margin-left:225pt;margin-top:543.75pt;width:231.6pt;height:30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" stroked="f">
                <v:textbox>
                  <w:txbxContent>
                    <w:p w:rsidR="00F70327" w:rsidRPr="00F70327" w:rsidRDefault="00F70327" w:rsidP="00F70327">
                      <w:pPr>
                        <w:rPr>
                          <w:sz w:val="32"/>
                          <w:szCs w:val="32"/>
                        </w:rPr>
                      </w:pPr>
                      <w:r w:rsidRPr="00F70327">
                        <w:rPr>
                          <w:sz w:val="32"/>
                          <w:szCs w:val="32"/>
                        </w:rPr>
                        <w:t>(Skizze nicht maßstäblich)</w:t>
                      </w:r>
                    </w:p>
                    <w:p w:rsidR="00F70327" w:rsidRDefault="00F70327" w:rsidP="00F70327"/>
                  </w:txbxContent>
                </v:textbox>
                <w10:wrap anchorx="margin"/>
              </v:shape>
            </w:pict>
          </mc:Fallback>
        </mc:AlternateContent>
      </w:r>
    </w:p>
    <w:sectPr w:rsidR="003B450E" w:rsidRPr="00D05412" w:rsidSect="0078145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D60A6"/>
    <w:rsid w:val="00232126"/>
    <w:rsid w:val="00316AD7"/>
    <w:rsid w:val="003B450E"/>
    <w:rsid w:val="004B595C"/>
    <w:rsid w:val="004E1C51"/>
    <w:rsid w:val="005909D9"/>
    <w:rsid w:val="005C4F85"/>
    <w:rsid w:val="005C626C"/>
    <w:rsid w:val="00615359"/>
    <w:rsid w:val="00632521"/>
    <w:rsid w:val="006C2C59"/>
    <w:rsid w:val="00781455"/>
    <w:rsid w:val="007A5950"/>
    <w:rsid w:val="007F64DE"/>
    <w:rsid w:val="008F32B4"/>
    <w:rsid w:val="008F63FB"/>
    <w:rsid w:val="009176D4"/>
    <w:rsid w:val="00942513"/>
    <w:rsid w:val="009E5CE2"/>
    <w:rsid w:val="009E6FA1"/>
    <w:rsid w:val="00A0791F"/>
    <w:rsid w:val="00A27E56"/>
    <w:rsid w:val="00A467B1"/>
    <w:rsid w:val="00A57D50"/>
    <w:rsid w:val="00B17B36"/>
    <w:rsid w:val="00B42B92"/>
    <w:rsid w:val="00B55E44"/>
    <w:rsid w:val="00BA0894"/>
    <w:rsid w:val="00BD12BE"/>
    <w:rsid w:val="00BF5D39"/>
    <w:rsid w:val="00C11AFC"/>
    <w:rsid w:val="00CE6518"/>
    <w:rsid w:val="00D05412"/>
    <w:rsid w:val="00D36975"/>
    <w:rsid w:val="00D41991"/>
    <w:rsid w:val="00DC3989"/>
    <w:rsid w:val="00E67B7D"/>
    <w:rsid w:val="00EC472E"/>
    <w:rsid w:val="00ED3536"/>
    <w:rsid w:val="00F478E1"/>
    <w:rsid w:val="00F7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7245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2B92"/>
    <w:pPr>
      <w:spacing w:after="120"/>
    </w:pPr>
    <w:rPr>
      <w:rFonts w:ascii="Arial" w:hAnsi="Arial"/>
      <w:sz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customStyle="1" w:styleId="Linien">
    <w:name w:val="Linien"/>
    <w:basedOn w:val="Standard"/>
    <w:rsid w:val="005C626C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34E18-C1B6-4DCC-B3A7-D75344F79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Standard-Profil-Benutzer</dc:creator>
  <cp:lastModifiedBy>Standard-Profil-Benutzer</cp:lastModifiedBy>
  <cp:revision>3</cp:revision>
  <dcterms:created xsi:type="dcterms:W3CDTF">2022-04-13T12:18:00Z</dcterms:created>
  <dcterms:modified xsi:type="dcterms:W3CDTF">2022-04-13T12:29:00Z</dcterms:modified>
</cp:coreProperties>
</file>